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D2C55" w14:textId="77777777" w:rsidR="00C9259F" w:rsidRPr="002A2AFD" w:rsidRDefault="00C9259F" w:rsidP="00C9259F">
      <w:pPr>
        <w:jc w:val="center"/>
        <w:rPr>
          <w:b/>
          <w:bCs/>
          <w:color w:val="auto"/>
          <w:sz w:val="28"/>
          <w:szCs w:val="28"/>
        </w:rPr>
      </w:pPr>
      <w:r w:rsidRPr="002A2AFD">
        <w:rPr>
          <w:b/>
          <w:bCs/>
          <w:color w:val="auto"/>
          <w:sz w:val="28"/>
          <w:szCs w:val="28"/>
        </w:rPr>
        <w:t>SKUODO RAJONO SAVIVALDYBĖS TARYBA</w:t>
      </w:r>
    </w:p>
    <w:p w14:paraId="160A85AF" w14:textId="77777777" w:rsidR="00C9259F" w:rsidRDefault="00C9259F" w:rsidP="00C9259F">
      <w:pPr>
        <w:jc w:val="center"/>
        <w:rPr>
          <w:b/>
          <w:bCs/>
          <w:color w:val="auto"/>
        </w:rPr>
      </w:pPr>
    </w:p>
    <w:p w14:paraId="2CB74505" w14:textId="77777777" w:rsidR="00C9259F" w:rsidRPr="002A2AFD" w:rsidRDefault="00C9259F" w:rsidP="00926005">
      <w:pPr>
        <w:jc w:val="center"/>
        <w:rPr>
          <w:b/>
          <w:bCs/>
          <w:color w:val="auto"/>
        </w:rPr>
      </w:pPr>
      <w:r w:rsidRPr="002A2AFD">
        <w:rPr>
          <w:b/>
          <w:bCs/>
          <w:color w:val="auto"/>
        </w:rPr>
        <w:t>SPRENDIMAS</w:t>
      </w:r>
    </w:p>
    <w:p w14:paraId="0DDF9E5F" w14:textId="77777777" w:rsidR="00C9259F" w:rsidRPr="002A2AFD" w:rsidRDefault="00C9259F" w:rsidP="00823531">
      <w:pPr>
        <w:jc w:val="center"/>
        <w:rPr>
          <w:b/>
          <w:bCs/>
          <w:color w:val="auto"/>
        </w:rPr>
      </w:pPr>
      <w:r w:rsidRPr="002A2AFD">
        <w:rPr>
          <w:b/>
          <w:color w:val="auto"/>
        </w:rPr>
        <w:t xml:space="preserve">DĖL </w:t>
      </w:r>
      <w:r w:rsidR="006B0AA9">
        <w:rPr>
          <w:b/>
          <w:color w:val="auto"/>
        </w:rPr>
        <w:t xml:space="preserve">SKUODO RAJONO SAVIVALDYBĖS </w:t>
      </w:r>
      <w:r w:rsidRPr="002A2AFD">
        <w:rPr>
          <w:b/>
          <w:color w:val="auto"/>
        </w:rPr>
        <w:t>VERSLUMO INICIATYVŲ SKATINIMO PROGRAM</w:t>
      </w:r>
      <w:r w:rsidR="00C3394A">
        <w:rPr>
          <w:b/>
          <w:color w:val="auto"/>
        </w:rPr>
        <w:t xml:space="preserve">AI </w:t>
      </w:r>
      <w:r w:rsidRPr="002A2AFD">
        <w:rPr>
          <w:b/>
          <w:color w:val="auto"/>
        </w:rPr>
        <w:t>SKIRTŲ LĖŠŲ ADMINISTRAVIMO TVARKOS APRAŠO PATVIRTINIMO</w:t>
      </w:r>
    </w:p>
    <w:p w14:paraId="56CB55E9" w14:textId="77777777" w:rsidR="00C9259F" w:rsidRPr="002A2AFD" w:rsidRDefault="00C9259F" w:rsidP="00840E93">
      <w:pPr>
        <w:jc w:val="both"/>
        <w:rPr>
          <w:b/>
          <w:bCs/>
          <w:color w:val="auto"/>
        </w:rPr>
      </w:pPr>
    </w:p>
    <w:p w14:paraId="51ABBCB6" w14:textId="5BD2EC6E" w:rsidR="00C9259F" w:rsidRPr="002A2AFD" w:rsidRDefault="00C9259F" w:rsidP="00C9259F">
      <w:pPr>
        <w:jc w:val="center"/>
        <w:rPr>
          <w:color w:val="auto"/>
        </w:rPr>
      </w:pPr>
      <w:r w:rsidRPr="002A2AFD">
        <w:rPr>
          <w:color w:val="auto"/>
        </w:rPr>
        <w:t>202</w:t>
      </w:r>
      <w:r w:rsidR="00232D51">
        <w:rPr>
          <w:color w:val="auto"/>
        </w:rPr>
        <w:t>5</w:t>
      </w:r>
      <w:r w:rsidR="00777B39">
        <w:rPr>
          <w:color w:val="auto"/>
        </w:rPr>
        <w:t xml:space="preserve"> m. </w:t>
      </w:r>
      <w:r w:rsidR="00232D51">
        <w:rPr>
          <w:color w:val="auto"/>
        </w:rPr>
        <w:t>kovo</w:t>
      </w:r>
      <w:r>
        <w:rPr>
          <w:color w:val="auto"/>
        </w:rPr>
        <w:t xml:space="preserve"> </w:t>
      </w:r>
      <w:r w:rsidR="000210AA">
        <w:rPr>
          <w:color w:val="auto"/>
        </w:rPr>
        <w:t xml:space="preserve">18 </w:t>
      </w:r>
      <w:r w:rsidRPr="002A2AFD">
        <w:rPr>
          <w:color w:val="auto"/>
        </w:rPr>
        <w:t>d. Nr. T</w:t>
      </w:r>
      <w:r w:rsidR="000210AA">
        <w:rPr>
          <w:color w:val="auto"/>
        </w:rPr>
        <w:t>10</w:t>
      </w:r>
      <w:r>
        <w:rPr>
          <w:color w:val="auto"/>
        </w:rPr>
        <w:t>-</w:t>
      </w:r>
      <w:r w:rsidR="000210AA">
        <w:rPr>
          <w:color w:val="auto"/>
        </w:rPr>
        <w:t>81</w:t>
      </w:r>
    </w:p>
    <w:p w14:paraId="44736FA1" w14:textId="77777777" w:rsidR="00C9259F" w:rsidRPr="002A2AFD" w:rsidRDefault="00C9259F" w:rsidP="00C9259F">
      <w:pPr>
        <w:jc w:val="center"/>
        <w:rPr>
          <w:color w:val="auto"/>
        </w:rPr>
      </w:pPr>
      <w:r w:rsidRPr="002A2AFD">
        <w:rPr>
          <w:color w:val="auto"/>
        </w:rPr>
        <w:t>Skuodas</w:t>
      </w:r>
    </w:p>
    <w:p w14:paraId="1B8E4157" w14:textId="77777777" w:rsidR="00D52EBA" w:rsidRPr="002A2AFD" w:rsidRDefault="00D52EBA" w:rsidP="00840E93">
      <w:pPr>
        <w:jc w:val="both"/>
        <w:rPr>
          <w:color w:val="auto"/>
        </w:rPr>
      </w:pPr>
      <w:r w:rsidRPr="002A2AFD">
        <w:rPr>
          <w:color w:val="auto"/>
        </w:rPr>
        <w:tab/>
      </w:r>
    </w:p>
    <w:p w14:paraId="3B6D75E1" w14:textId="54ABAB91" w:rsidR="00840E93" w:rsidRDefault="00840E93" w:rsidP="00840E93">
      <w:pPr>
        <w:pStyle w:val="Sraopastraipa"/>
        <w:tabs>
          <w:tab w:val="left" w:pos="1276"/>
        </w:tabs>
        <w:ind w:left="0" w:firstLine="1276"/>
        <w:jc w:val="both"/>
        <w:rPr>
          <w:color w:val="auto"/>
        </w:rPr>
      </w:pPr>
      <w:r w:rsidRPr="00840E93">
        <w:rPr>
          <w:color w:val="auto"/>
        </w:rPr>
        <w:t>Vadovaudamasi Lietuvos Respublikos vietos savivaldos įstatymo 15 straipsnio 4 dalimi, Skuodo rajono savivaldybės 202</w:t>
      </w:r>
      <w:r w:rsidR="00232D51">
        <w:rPr>
          <w:color w:val="auto"/>
        </w:rPr>
        <w:t>5</w:t>
      </w:r>
      <w:r w:rsidRPr="00840E93">
        <w:rPr>
          <w:color w:val="auto"/>
        </w:rPr>
        <w:t>–202</w:t>
      </w:r>
      <w:r w:rsidR="00232D51">
        <w:rPr>
          <w:color w:val="auto"/>
        </w:rPr>
        <w:t>7</w:t>
      </w:r>
      <w:r w:rsidRPr="00840E93">
        <w:rPr>
          <w:color w:val="auto"/>
        </w:rPr>
        <w:t xml:space="preserve"> metų strateginio veiklos plano, patvirtinto Skuodo rajono savivaldybės tarybos 202</w:t>
      </w:r>
      <w:r w:rsidR="00232D51">
        <w:rPr>
          <w:color w:val="auto"/>
        </w:rPr>
        <w:t>5</w:t>
      </w:r>
      <w:r w:rsidRPr="00840E93">
        <w:rPr>
          <w:color w:val="auto"/>
        </w:rPr>
        <w:t xml:space="preserve"> m. </w:t>
      </w:r>
      <w:r w:rsidR="00232D51">
        <w:rPr>
          <w:color w:val="auto"/>
        </w:rPr>
        <w:t>vasario</w:t>
      </w:r>
      <w:r w:rsidRPr="00840E93">
        <w:rPr>
          <w:color w:val="auto"/>
        </w:rPr>
        <w:t xml:space="preserve"> 2</w:t>
      </w:r>
      <w:r w:rsidR="00232D51">
        <w:rPr>
          <w:color w:val="auto"/>
        </w:rPr>
        <w:t>7</w:t>
      </w:r>
      <w:r w:rsidRPr="00840E93">
        <w:rPr>
          <w:color w:val="auto"/>
        </w:rPr>
        <w:t xml:space="preserve"> d. sprendimu </w:t>
      </w:r>
      <w:r w:rsidR="00232D51">
        <w:rPr>
          <w:color w:val="auto"/>
        </w:rPr>
        <w:t xml:space="preserve">Nr. T9-24 </w:t>
      </w:r>
      <w:r w:rsidRPr="00840E93">
        <w:rPr>
          <w:color w:val="auto"/>
        </w:rPr>
        <w:t>„Dėl Skuodo rajono savivaldybės 202</w:t>
      </w:r>
      <w:r w:rsidR="00232D51">
        <w:rPr>
          <w:color w:val="auto"/>
        </w:rPr>
        <w:t>5</w:t>
      </w:r>
      <w:r w:rsidRPr="00840E93">
        <w:rPr>
          <w:color w:val="auto"/>
        </w:rPr>
        <w:t>–202</w:t>
      </w:r>
      <w:r w:rsidR="00232D51">
        <w:rPr>
          <w:color w:val="auto"/>
        </w:rPr>
        <w:t>7</w:t>
      </w:r>
      <w:r w:rsidRPr="00840E93">
        <w:rPr>
          <w:color w:val="auto"/>
        </w:rPr>
        <w:t xml:space="preserve"> metų strateginio veiklos plano patvirtinimo“, 5.1.1.1 priemone „Verslumo iniciatyvų skatinimas“, Skuodo rajono savivaldybės 202</w:t>
      </w:r>
      <w:r w:rsidR="00232D51">
        <w:rPr>
          <w:color w:val="auto"/>
        </w:rPr>
        <w:t>5</w:t>
      </w:r>
      <w:r w:rsidR="007322B5">
        <w:rPr>
          <w:color w:val="auto"/>
        </w:rPr>
        <w:t>–2027</w:t>
      </w:r>
      <w:r w:rsidRPr="00840E93">
        <w:rPr>
          <w:color w:val="auto"/>
        </w:rPr>
        <w:t xml:space="preserve"> m</w:t>
      </w:r>
      <w:r w:rsidR="007322B5">
        <w:rPr>
          <w:color w:val="auto"/>
        </w:rPr>
        <w:t>etų</w:t>
      </w:r>
      <w:r w:rsidRPr="00840E93">
        <w:rPr>
          <w:color w:val="auto"/>
        </w:rPr>
        <w:t xml:space="preserve"> biudžetu, patvirtintu Skuodo rajono savivaldybės tarybos 202</w:t>
      </w:r>
      <w:r w:rsidR="00195094">
        <w:rPr>
          <w:color w:val="auto"/>
        </w:rPr>
        <w:t>5</w:t>
      </w:r>
      <w:r w:rsidRPr="00840E93">
        <w:rPr>
          <w:color w:val="auto"/>
        </w:rPr>
        <w:t xml:space="preserve"> m. vasario </w:t>
      </w:r>
      <w:r w:rsidR="00195094">
        <w:rPr>
          <w:color w:val="auto"/>
        </w:rPr>
        <w:t>27</w:t>
      </w:r>
      <w:r w:rsidRPr="00840E93">
        <w:rPr>
          <w:color w:val="auto"/>
        </w:rPr>
        <w:t xml:space="preserve"> d. sprendimu </w:t>
      </w:r>
      <w:hyperlink r:id="rId7" w:history="1">
        <w:r w:rsidRPr="00840E93">
          <w:rPr>
            <w:rStyle w:val="Hipersaitas"/>
            <w:color w:val="auto"/>
            <w:u w:val="none"/>
          </w:rPr>
          <w:t>Nr. T9-</w:t>
        </w:r>
        <w:r w:rsidR="00195094">
          <w:rPr>
            <w:rStyle w:val="Hipersaitas"/>
            <w:color w:val="auto"/>
            <w:u w:val="none"/>
          </w:rPr>
          <w:t>25</w:t>
        </w:r>
        <w:r w:rsidRPr="00840E93">
          <w:rPr>
            <w:rStyle w:val="Hipersaitas"/>
            <w:color w:val="auto"/>
            <w:u w:val="none"/>
          </w:rPr>
          <w:t xml:space="preserve"> </w:t>
        </w:r>
      </w:hyperlink>
      <w:r w:rsidRPr="00840E93">
        <w:rPr>
          <w:color w:val="auto"/>
        </w:rPr>
        <w:t>„Dėl Skuodo rajono savivaldybės 202</w:t>
      </w:r>
      <w:r w:rsidR="00195094">
        <w:rPr>
          <w:color w:val="auto"/>
        </w:rPr>
        <w:t>5</w:t>
      </w:r>
      <w:r w:rsidR="007322B5">
        <w:rPr>
          <w:color w:val="auto"/>
        </w:rPr>
        <w:t>–2027</w:t>
      </w:r>
      <w:r w:rsidRPr="00840E93">
        <w:rPr>
          <w:color w:val="auto"/>
        </w:rPr>
        <w:t xml:space="preserve"> metų biudžeto patvirtinimo“, Skuodo rajono savivaldybės taryba </w:t>
      </w:r>
      <w:r w:rsidRPr="00BA6FBB">
        <w:rPr>
          <w:color w:val="auto"/>
          <w:spacing w:val="20"/>
        </w:rPr>
        <w:t>n</w:t>
      </w:r>
      <w:r w:rsidR="00BA6FBB" w:rsidRPr="00BA6FBB">
        <w:rPr>
          <w:color w:val="auto"/>
          <w:spacing w:val="20"/>
        </w:rPr>
        <w:t>usprendži</w:t>
      </w:r>
      <w:r w:rsidR="00BA6FBB">
        <w:rPr>
          <w:color w:val="auto"/>
        </w:rPr>
        <w:t>a</w:t>
      </w:r>
      <w:r w:rsidR="00483FE9">
        <w:rPr>
          <w:color w:val="auto"/>
        </w:rPr>
        <w:t>:</w:t>
      </w:r>
    </w:p>
    <w:p w14:paraId="71501951" w14:textId="77777777" w:rsidR="00483FE9" w:rsidRDefault="00483FE9" w:rsidP="00A9319E">
      <w:pPr>
        <w:pStyle w:val="Sraopastraipa"/>
        <w:tabs>
          <w:tab w:val="left" w:pos="1276"/>
          <w:tab w:val="left" w:pos="1560"/>
        </w:tabs>
        <w:ind w:left="0" w:firstLine="1247"/>
        <w:jc w:val="both"/>
        <w:rPr>
          <w:bCs/>
          <w:color w:val="auto"/>
        </w:rPr>
      </w:pPr>
      <w:r>
        <w:rPr>
          <w:color w:val="auto"/>
        </w:rPr>
        <w:t xml:space="preserve">Patvirtinti </w:t>
      </w:r>
      <w:r>
        <w:rPr>
          <w:bCs/>
          <w:color w:val="auto"/>
        </w:rPr>
        <w:t>S</w:t>
      </w:r>
      <w:r w:rsidRPr="00483FE9">
        <w:rPr>
          <w:bCs/>
          <w:color w:val="auto"/>
        </w:rPr>
        <w:t>kuodo rajono savivaldybės verslumo iniciatyvų skatinimo programai skirtų lėšų administravimo tvarkos apraš</w:t>
      </w:r>
      <w:r>
        <w:rPr>
          <w:bCs/>
          <w:color w:val="auto"/>
        </w:rPr>
        <w:t xml:space="preserve">ą (pridedama). </w:t>
      </w:r>
    </w:p>
    <w:p w14:paraId="28E83DCD" w14:textId="77777777" w:rsidR="00483FE9" w:rsidRDefault="00483FE9" w:rsidP="00840E93">
      <w:pPr>
        <w:pStyle w:val="Sraopastraipa"/>
        <w:tabs>
          <w:tab w:val="left" w:pos="1276"/>
        </w:tabs>
        <w:ind w:left="0" w:firstLine="1276"/>
        <w:jc w:val="both"/>
        <w:rPr>
          <w:color w:val="auto"/>
        </w:rPr>
      </w:pPr>
    </w:p>
    <w:p w14:paraId="269303EC" w14:textId="77777777" w:rsidR="00BA6FBB" w:rsidRPr="00840E93" w:rsidRDefault="00BA6FBB" w:rsidP="00840E93">
      <w:pPr>
        <w:pStyle w:val="Sraopastraipa"/>
        <w:tabs>
          <w:tab w:val="left" w:pos="1276"/>
        </w:tabs>
        <w:ind w:left="0" w:firstLine="1276"/>
        <w:jc w:val="both"/>
        <w:rPr>
          <w:color w:val="auto"/>
        </w:rPr>
      </w:pPr>
    </w:p>
    <w:p w14:paraId="7097A13C" w14:textId="77777777" w:rsidR="006B0AA9" w:rsidRPr="002A2AFD" w:rsidRDefault="006B0AA9" w:rsidP="001D7F30">
      <w:pPr>
        <w:pStyle w:val="Sraopastraipa"/>
        <w:tabs>
          <w:tab w:val="left" w:pos="1276"/>
        </w:tabs>
        <w:ind w:left="0" w:firstLine="1247"/>
        <w:jc w:val="both"/>
        <w:rPr>
          <w:bCs/>
          <w:color w:val="auto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A6FBB" w14:paraId="5CFE17E6" w14:textId="77777777" w:rsidTr="00BA6FBB">
        <w:tc>
          <w:tcPr>
            <w:tcW w:w="4814" w:type="dxa"/>
          </w:tcPr>
          <w:p w14:paraId="6CA09A0B" w14:textId="66A4EA7D" w:rsidR="00BA6FBB" w:rsidRDefault="00BA6FBB" w:rsidP="00BA6FBB">
            <w:pPr>
              <w:tabs>
                <w:tab w:val="left" w:pos="6375"/>
              </w:tabs>
              <w:ind w:right="-105" w:hanging="120"/>
              <w:rPr>
                <w:color w:val="auto"/>
              </w:rPr>
            </w:pPr>
            <w:r>
              <w:rPr>
                <w:color w:val="auto"/>
              </w:rPr>
              <w:t>Savivaldybės meras</w:t>
            </w:r>
          </w:p>
        </w:tc>
        <w:tc>
          <w:tcPr>
            <w:tcW w:w="4814" w:type="dxa"/>
          </w:tcPr>
          <w:p w14:paraId="68429294" w14:textId="77777777" w:rsidR="00BA6FBB" w:rsidRDefault="00BA6FBB" w:rsidP="00BA6FBB">
            <w:pPr>
              <w:tabs>
                <w:tab w:val="left" w:pos="6375"/>
              </w:tabs>
              <w:ind w:right="-105"/>
              <w:rPr>
                <w:color w:val="auto"/>
              </w:rPr>
            </w:pPr>
          </w:p>
        </w:tc>
      </w:tr>
    </w:tbl>
    <w:p w14:paraId="04797A63" w14:textId="3609FCC3" w:rsidR="00C9259F" w:rsidRDefault="00C9259F" w:rsidP="00BA6FBB">
      <w:pPr>
        <w:tabs>
          <w:tab w:val="left" w:pos="6375"/>
        </w:tabs>
        <w:ind w:right="-105"/>
        <w:rPr>
          <w:color w:val="auto"/>
        </w:rPr>
      </w:pPr>
    </w:p>
    <w:p w14:paraId="4358CB08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4071CC0C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8ADAF8A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A343066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F31AF24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018DC1B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34C0E488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70BFE62" w14:textId="77777777" w:rsidR="00840E93" w:rsidRDefault="00840E93" w:rsidP="00840E93">
      <w:pPr>
        <w:rPr>
          <w:lang w:eastAsia="de-DE"/>
        </w:rPr>
      </w:pPr>
    </w:p>
    <w:p w14:paraId="522AF2A8" w14:textId="77777777" w:rsidR="00926005" w:rsidRDefault="00926005" w:rsidP="00840E93">
      <w:pPr>
        <w:rPr>
          <w:lang w:eastAsia="de-DE"/>
        </w:rPr>
      </w:pPr>
    </w:p>
    <w:p w14:paraId="54ABF6F0" w14:textId="77777777" w:rsidR="00926005" w:rsidRDefault="00926005" w:rsidP="00840E93">
      <w:pPr>
        <w:rPr>
          <w:lang w:eastAsia="de-DE"/>
        </w:rPr>
      </w:pPr>
    </w:p>
    <w:p w14:paraId="642D4235" w14:textId="77777777" w:rsidR="00926005" w:rsidRDefault="00926005" w:rsidP="00840E93">
      <w:pPr>
        <w:rPr>
          <w:lang w:eastAsia="de-DE"/>
        </w:rPr>
      </w:pPr>
    </w:p>
    <w:p w14:paraId="3751D01C" w14:textId="77777777" w:rsidR="00926005" w:rsidRDefault="00926005" w:rsidP="00840E93">
      <w:pPr>
        <w:rPr>
          <w:lang w:eastAsia="de-DE"/>
        </w:rPr>
      </w:pPr>
    </w:p>
    <w:p w14:paraId="58A98861" w14:textId="77777777" w:rsidR="00926005" w:rsidRDefault="00926005" w:rsidP="00840E93">
      <w:pPr>
        <w:rPr>
          <w:lang w:eastAsia="de-DE"/>
        </w:rPr>
      </w:pPr>
    </w:p>
    <w:p w14:paraId="7AE1D2A4" w14:textId="77777777" w:rsidR="00926005" w:rsidRDefault="00926005" w:rsidP="00840E93">
      <w:pPr>
        <w:rPr>
          <w:lang w:eastAsia="de-DE"/>
        </w:rPr>
      </w:pPr>
    </w:p>
    <w:p w14:paraId="445AE2E0" w14:textId="77777777" w:rsidR="009D6E2A" w:rsidRDefault="009D6E2A" w:rsidP="00840E93">
      <w:pPr>
        <w:rPr>
          <w:lang w:eastAsia="de-DE"/>
        </w:rPr>
      </w:pPr>
    </w:p>
    <w:p w14:paraId="6DBE8A9B" w14:textId="77777777" w:rsidR="009D6E2A" w:rsidRDefault="009D6E2A" w:rsidP="00840E93">
      <w:pPr>
        <w:rPr>
          <w:lang w:eastAsia="de-DE"/>
        </w:rPr>
      </w:pPr>
    </w:p>
    <w:p w14:paraId="41D85757" w14:textId="77777777" w:rsidR="009D6E2A" w:rsidRDefault="009D6E2A" w:rsidP="00840E93">
      <w:pPr>
        <w:rPr>
          <w:lang w:eastAsia="de-DE"/>
        </w:rPr>
      </w:pPr>
    </w:p>
    <w:p w14:paraId="239B8856" w14:textId="77777777" w:rsidR="009D6E2A" w:rsidRDefault="009D6E2A" w:rsidP="00840E93">
      <w:pPr>
        <w:rPr>
          <w:lang w:eastAsia="de-DE"/>
        </w:rPr>
      </w:pPr>
    </w:p>
    <w:p w14:paraId="20CA1C04" w14:textId="77777777" w:rsidR="009D6E2A" w:rsidRDefault="009D6E2A" w:rsidP="00840E93">
      <w:pPr>
        <w:rPr>
          <w:lang w:eastAsia="de-DE"/>
        </w:rPr>
      </w:pPr>
    </w:p>
    <w:p w14:paraId="04A197F4" w14:textId="77777777" w:rsidR="009D6E2A" w:rsidRDefault="009D6E2A" w:rsidP="00840E93">
      <w:pPr>
        <w:rPr>
          <w:lang w:eastAsia="de-DE"/>
        </w:rPr>
      </w:pPr>
    </w:p>
    <w:p w14:paraId="464F1E98" w14:textId="77777777" w:rsidR="009D6E2A" w:rsidRDefault="009D6E2A" w:rsidP="00840E93">
      <w:pPr>
        <w:rPr>
          <w:lang w:eastAsia="de-DE"/>
        </w:rPr>
      </w:pPr>
    </w:p>
    <w:p w14:paraId="64557479" w14:textId="77777777" w:rsidR="009D6E2A" w:rsidRDefault="009D6E2A" w:rsidP="00840E93">
      <w:pPr>
        <w:rPr>
          <w:lang w:eastAsia="de-DE"/>
        </w:rPr>
      </w:pPr>
    </w:p>
    <w:p w14:paraId="3D623C32" w14:textId="77777777" w:rsidR="001B01ED" w:rsidRDefault="00840E93" w:rsidP="00840E93">
      <w:pPr>
        <w:rPr>
          <w:color w:val="auto"/>
        </w:rPr>
      </w:pPr>
      <w:r>
        <w:rPr>
          <w:lang w:eastAsia="de-DE"/>
        </w:rPr>
        <w:t>Ona Malūkienė, tel. (</w:t>
      </w:r>
      <w:r w:rsidR="000A48ED">
        <w:rPr>
          <w:lang w:eastAsia="de-DE"/>
        </w:rPr>
        <w:t>0</w:t>
      </w:r>
      <w:r>
        <w:rPr>
          <w:lang w:eastAsia="de-DE"/>
        </w:rPr>
        <w:t> 440)  73 197</w:t>
      </w:r>
    </w:p>
    <w:sectPr w:rsidR="001B01ED" w:rsidSect="00E43F45">
      <w:headerReference w:type="first" r:id="rId8"/>
      <w:pgSz w:w="11906" w:h="16838"/>
      <w:pgMar w:top="1560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F29D8" w14:textId="77777777" w:rsidR="00CE2D47" w:rsidRDefault="00CE2D47">
      <w:r>
        <w:separator/>
      </w:r>
    </w:p>
  </w:endnote>
  <w:endnote w:type="continuationSeparator" w:id="0">
    <w:p w14:paraId="2503F321" w14:textId="77777777" w:rsidR="00CE2D47" w:rsidRDefault="00CE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2907" w14:textId="77777777" w:rsidR="00CE2D47" w:rsidRDefault="00CE2D47">
      <w:r>
        <w:separator/>
      </w:r>
    </w:p>
  </w:footnote>
  <w:footnote w:type="continuationSeparator" w:id="0">
    <w:p w14:paraId="3E503E43" w14:textId="77777777" w:rsidR="00CE2D47" w:rsidRDefault="00CE2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6A014" w14:textId="77777777" w:rsidR="009D39F9" w:rsidRPr="00497591" w:rsidRDefault="00926005" w:rsidP="00435F45">
    <w:pPr>
      <w:pStyle w:val="Antrats"/>
      <w:jc w:val="right"/>
      <w:rPr>
        <w:b/>
        <w:i/>
        <w:iCs/>
      </w:rPr>
    </w:pPr>
    <w:r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B40DCD"/>
    <w:multiLevelType w:val="hybridMultilevel"/>
    <w:tmpl w:val="5016C10C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C15AC"/>
    <w:multiLevelType w:val="hybridMultilevel"/>
    <w:tmpl w:val="6FCEBA4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24805"/>
    <w:multiLevelType w:val="hybridMultilevel"/>
    <w:tmpl w:val="B5227A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314A5"/>
    <w:multiLevelType w:val="hybridMultilevel"/>
    <w:tmpl w:val="9AD8C8F8"/>
    <w:lvl w:ilvl="0" w:tplc="8C8A26D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3502172"/>
    <w:multiLevelType w:val="hybridMultilevel"/>
    <w:tmpl w:val="DD6063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36FD6"/>
    <w:multiLevelType w:val="hybridMultilevel"/>
    <w:tmpl w:val="8FBA7C5A"/>
    <w:lvl w:ilvl="0" w:tplc="06A415E0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5" w:hanging="360"/>
      </w:pPr>
    </w:lvl>
    <w:lvl w:ilvl="2" w:tplc="0427001B" w:tentative="1">
      <w:start w:val="1"/>
      <w:numFmt w:val="lowerRoman"/>
      <w:lvlText w:val="%3."/>
      <w:lvlJc w:val="right"/>
      <w:pPr>
        <w:ind w:left="1855" w:hanging="180"/>
      </w:pPr>
    </w:lvl>
    <w:lvl w:ilvl="3" w:tplc="0427000F" w:tentative="1">
      <w:start w:val="1"/>
      <w:numFmt w:val="decimal"/>
      <w:lvlText w:val="%4."/>
      <w:lvlJc w:val="left"/>
      <w:pPr>
        <w:ind w:left="2575" w:hanging="360"/>
      </w:pPr>
    </w:lvl>
    <w:lvl w:ilvl="4" w:tplc="04270019" w:tentative="1">
      <w:start w:val="1"/>
      <w:numFmt w:val="lowerLetter"/>
      <w:lvlText w:val="%5."/>
      <w:lvlJc w:val="left"/>
      <w:pPr>
        <w:ind w:left="3295" w:hanging="360"/>
      </w:pPr>
    </w:lvl>
    <w:lvl w:ilvl="5" w:tplc="0427001B" w:tentative="1">
      <w:start w:val="1"/>
      <w:numFmt w:val="lowerRoman"/>
      <w:lvlText w:val="%6."/>
      <w:lvlJc w:val="right"/>
      <w:pPr>
        <w:ind w:left="4015" w:hanging="180"/>
      </w:pPr>
    </w:lvl>
    <w:lvl w:ilvl="6" w:tplc="0427000F" w:tentative="1">
      <w:start w:val="1"/>
      <w:numFmt w:val="decimal"/>
      <w:lvlText w:val="%7."/>
      <w:lvlJc w:val="left"/>
      <w:pPr>
        <w:ind w:left="4735" w:hanging="360"/>
      </w:pPr>
    </w:lvl>
    <w:lvl w:ilvl="7" w:tplc="04270019" w:tentative="1">
      <w:start w:val="1"/>
      <w:numFmt w:val="lowerLetter"/>
      <w:lvlText w:val="%8."/>
      <w:lvlJc w:val="left"/>
      <w:pPr>
        <w:ind w:left="5455" w:hanging="360"/>
      </w:pPr>
    </w:lvl>
    <w:lvl w:ilvl="8" w:tplc="0427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22956E41"/>
    <w:multiLevelType w:val="hybridMultilevel"/>
    <w:tmpl w:val="B8AC11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23408"/>
    <w:multiLevelType w:val="hybridMultilevel"/>
    <w:tmpl w:val="CBC00C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54085"/>
    <w:multiLevelType w:val="hybridMultilevel"/>
    <w:tmpl w:val="E35844DE"/>
    <w:lvl w:ilvl="0" w:tplc="08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1" w15:restartNumberingAfterBreak="0">
    <w:nsid w:val="27BD3681"/>
    <w:multiLevelType w:val="multilevel"/>
    <w:tmpl w:val="B25C0F62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2" w15:restartNumberingAfterBreak="0">
    <w:nsid w:val="284B07E6"/>
    <w:multiLevelType w:val="multilevel"/>
    <w:tmpl w:val="19CADAD2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" w15:restartNumberingAfterBreak="0">
    <w:nsid w:val="28672AEB"/>
    <w:multiLevelType w:val="hybridMultilevel"/>
    <w:tmpl w:val="AD62261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A4275"/>
    <w:multiLevelType w:val="hybridMultilevel"/>
    <w:tmpl w:val="562C56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E2517"/>
    <w:multiLevelType w:val="hybridMultilevel"/>
    <w:tmpl w:val="23E44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12833"/>
    <w:multiLevelType w:val="hybridMultilevel"/>
    <w:tmpl w:val="5C163CCE"/>
    <w:lvl w:ilvl="0" w:tplc="4B488838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5" w:hanging="360"/>
      </w:pPr>
    </w:lvl>
    <w:lvl w:ilvl="2" w:tplc="0427001B" w:tentative="1">
      <w:start w:val="1"/>
      <w:numFmt w:val="lowerRoman"/>
      <w:lvlText w:val="%3."/>
      <w:lvlJc w:val="right"/>
      <w:pPr>
        <w:ind w:left="1855" w:hanging="180"/>
      </w:pPr>
    </w:lvl>
    <w:lvl w:ilvl="3" w:tplc="0427000F" w:tentative="1">
      <w:start w:val="1"/>
      <w:numFmt w:val="decimal"/>
      <w:lvlText w:val="%4."/>
      <w:lvlJc w:val="left"/>
      <w:pPr>
        <w:ind w:left="2575" w:hanging="360"/>
      </w:pPr>
    </w:lvl>
    <w:lvl w:ilvl="4" w:tplc="04270019" w:tentative="1">
      <w:start w:val="1"/>
      <w:numFmt w:val="lowerLetter"/>
      <w:lvlText w:val="%5."/>
      <w:lvlJc w:val="left"/>
      <w:pPr>
        <w:ind w:left="3295" w:hanging="360"/>
      </w:pPr>
    </w:lvl>
    <w:lvl w:ilvl="5" w:tplc="0427001B" w:tentative="1">
      <w:start w:val="1"/>
      <w:numFmt w:val="lowerRoman"/>
      <w:lvlText w:val="%6."/>
      <w:lvlJc w:val="right"/>
      <w:pPr>
        <w:ind w:left="4015" w:hanging="180"/>
      </w:pPr>
    </w:lvl>
    <w:lvl w:ilvl="6" w:tplc="0427000F" w:tentative="1">
      <w:start w:val="1"/>
      <w:numFmt w:val="decimal"/>
      <w:lvlText w:val="%7."/>
      <w:lvlJc w:val="left"/>
      <w:pPr>
        <w:ind w:left="4735" w:hanging="360"/>
      </w:pPr>
    </w:lvl>
    <w:lvl w:ilvl="7" w:tplc="04270019" w:tentative="1">
      <w:start w:val="1"/>
      <w:numFmt w:val="lowerLetter"/>
      <w:lvlText w:val="%8."/>
      <w:lvlJc w:val="left"/>
      <w:pPr>
        <w:ind w:left="5455" w:hanging="360"/>
      </w:pPr>
    </w:lvl>
    <w:lvl w:ilvl="8" w:tplc="0427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7" w15:restartNumberingAfterBreak="0">
    <w:nsid w:val="392F7C82"/>
    <w:multiLevelType w:val="hybridMultilevel"/>
    <w:tmpl w:val="D68063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95BF6"/>
    <w:multiLevelType w:val="hybridMultilevel"/>
    <w:tmpl w:val="8EAA7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C39A0"/>
    <w:multiLevelType w:val="hybridMultilevel"/>
    <w:tmpl w:val="226CDE0E"/>
    <w:lvl w:ilvl="0" w:tplc="A14423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47610828"/>
    <w:multiLevelType w:val="multilevel"/>
    <w:tmpl w:val="67FEFFE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4B78738A"/>
    <w:multiLevelType w:val="hybridMultilevel"/>
    <w:tmpl w:val="03788D28"/>
    <w:lvl w:ilvl="0" w:tplc="DED2DE10">
      <w:start w:val="1"/>
      <w:numFmt w:val="decimal"/>
      <w:lvlText w:val="%1."/>
      <w:lvlJc w:val="left"/>
      <w:pPr>
        <w:ind w:left="165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3" w15:restartNumberingAfterBreak="0">
    <w:nsid w:val="4BA66608"/>
    <w:multiLevelType w:val="hybridMultilevel"/>
    <w:tmpl w:val="10FAA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33A2D"/>
    <w:multiLevelType w:val="hybridMultilevel"/>
    <w:tmpl w:val="4E2657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D2E8A"/>
    <w:multiLevelType w:val="hybridMultilevel"/>
    <w:tmpl w:val="2388A0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40595"/>
    <w:multiLevelType w:val="hybridMultilevel"/>
    <w:tmpl w:val="F5184AF2"/>
    <w:lvl w:ilvl="0" w:tplc="FFFFFFF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597F1AC8"/>
    <w:multiLevelType w:val="hybridMultilevel"/>
    <w:tmpl w:val="8EE0D2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300A9"/>
    <w:multiLevelType w:val="hybridMultilevel"/>
    <w:tmpl w:val="B43024B8"/>
    <w:lvl w:ilvl="0" w:tplc="F3D6E4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750D5"/>
    <w:multiLevelType w:val="hybridMultilevel"/>
    <w:tmpl w:val="C8B2FD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55B10"/>
    <w:multiLevelType w:val="hybridMultilevel"/>
    <w:tmpl w:val="7B84E1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B34335"/>
    <w:multiLevelType w:val="multilevel"/>
    <w:tmpl w:val="042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3346166"/>
    <w:multiLevelType w:val="multilevel"/>
    <w:tmpl w:val="81BA2F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3" w15:restartNumberingAfterBreak="0">
    <w:nsid w:val="781B7F62"/>
    <w:multiLevelType w:val="hybridMultilevel"/>
    <w:tmpl w:val="6568A0F2"/>
    <w:lvl w:ilvl="0" w:tplc="CB2CDB8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64" w:hanging="360"/>
      </w:pPr>
    </w:lvl>
    <w:lvl w:ilvl="2" w:tplc="0427001B" w:tentative="1">
      <w:start w:val="1"/>
      <w:numFmt w:val="lowerRoman"/>
      <w:lvlText w:val="%3."/>
      <w:lvlJc w:val="right"/>
      <w:pPr>
        <w:ind w:left="1884" w:hanging="180"/>
      </w:pPr>
    </w:lvl>
    <w:lvl w:ilvl="3" w:tplc="0427000F" w:tentative="1">
      <w:start w:val="1"/>
      <w:numFmt w:val="decimal"/>
      <w:lvlText w:val="%4."/>
      <w:lvlJc w:val="left"/>
      <w:pPr>
        <w:ind w:left="2604" w:hanging="360"/>
      </w:pPr>
    </w:lvl>
    <w:lvl w:ilvl="4" w:tplc="04270019" w:tentative="1">
      <w:start w:val="1"/>
      <w:numFmt w:val="lowerLetter"/>
      <w:lvlText w:val="%5."/>
      <w:lvlJc w:val="left"/>
      <w:pPr>
        <w:ind w:left="3324" w:hanging="360"/>
      </w:pPr>
    </w:lvl>
    <w:lvl w:ilvl="5" w:tplc="0427001B" w:tentative="1">
      <w:start w:val="1"/>
      <w:numFmt w:val="lowerRoman"/>
      <w:lvlText w:val="%6."/>
      <w:lvlJc w:val="right"/>
      <w:pPr>
        <w:ind w:left="4044" w:hanging="180"/>
      </w:pPr>
    </w:lvl>
    <w:lvl w:ilvl="6" w:tplc="0427000F" w:tentative="1">
      <w:start w:val="1"/>
      <w:numFmt w:val="decimal"/>
      <w:lvlText w:val="%7."/>
      <w:lvlJc w:val="left"/>
      <w:pPr>
        <w:ind w:left="4764" w:hanging="360"/>
      </w:pPr>
    </w:lvl>
    <w:lvl w:ilvl="7" w:tplc="04270019" w:tentative="1">
      <w:start w:val="1"/>
      <w:numFmt w:val="lowerLetter"/>
      <w:lvlText w:val="%8."/>
      <w:lvlJc w:val="left"/>
      <w:pPr>
        <w:ind w:left="5484" w:hanging="360"/>
      </w:pPr>
    </w:lvl>
    <w:lvl w:ilvl="8" w:tplc="0427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 w15:restartNumberingAfterBreak="0">
    <w:nsid w:val="7C0A6A80"/>
    <w:multiLevelType w:val="hybridMultilevel"/>
    <w:tmpl w:val="539AA89E"/>
    <w:lvl w:ilvl="0" w:tplc="264A453A">
      <w:start w:val="1"/>
      <w:numFmt w:val="decimal"/>
      <w:lvlText w:val="%1."/>
      <w:lvlJc w:val="left"/>
      <w:pPr>
        <w:ind w:left="69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19" w:hanging="360"/>
      </w:pPr>
    </w:lvl>
    <w:lvl w:ilvl="2" w:tplc="0427001B" w:tentative="1">
      <w:start w:val="1"/>
      <w:numFmt w:val="lowerRoman"/>
      <w:lvlText w:val="%3."/>
      <w:lvlJc w:val="right"/>
      <w:pPr>
        <w:ind w:left="2139" w:hanging="180"/>
      </w:pPr>
    </w:lvl>
    <w:lvl w:ilvl="3" w:tplc="0427000F" w:tentative="1">
      <w:start w:val="1"/>
      <w:numFmt w:val="decimal"/>
      <w:lvlText w:val="%4."/>
      <w:lvlJc w:val="left"/>
      <w:pPr>
        <w:ind w:left="2859" w:hanging="360"/>
      </w:pPr>
    </w:lvl>
    <w:lvl w:ilvl="4" w:tplc="04270019" w:tentative="1">
      <w:start w:val="1"/>
      <w:numFmt w:val="lowerLetter"/>
      <w:lvlText w:val="%5."/>
      <w:lvlJc w:val="left"/>
      <w:pPr>
        <w:ind w:left="3579" w:hanging="360"/>
      </w:pPr>
    </w:lvl>
    <w:lvl w:ilvl="5" w:tplc="0427001B" w:tentative="1">
      <w:start w:val="1"/>
      <w:numFmt w:val="lowerRoman"/>
      <w:lvlText w:val="%6."/>
      <w:lvlJc w:val="right"/>
      <w:pPr>
        <w:ind w:left="4299" w:hanging="180"/>
      </w:pPr>
    </w:lvl>
    <w:lvl w:ilvl="6" w:tplc="0427000F" w:tentative="1">
      <w:start w:val="1"/>
      <w:numFmt w:val="decimal"/>
      <w:lvlText w:val="%7."/>
      <w:lvlJc w:val="left"/>
      <w:pPr>
        <w:ind w:left="5019" w:hanging="360"/>
      </w:pPr>
    </w:lvl>
    <w:lvl w:ilvl="7" w:tplc="04270019" w:tentative="1">
      <w:start w:val="1"/>
      <w:numFmt w:val="lowerLetter"/>
      <w:lvlText w:val="%8."/>
      <w:lvlJc w:val="left"/>
      <w:pPr>
        <w:ind w:left="5739" w:hanging="360"/>
      </w:pPr>
    </w:lvl>
    <w:lvl w:ilvl="8" w:tplc="0427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5" w15:restartNumberingAfterBreak="0">
    <w:nsid w:val="7EF979B7"/>
    <w:multiLevelType w:val="hybridMultilevel"/>
    <w:tmpl w:val="D376F0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699034">
    <w:abstractNumId w:val="20"/>
  </w:num>
  <w:num w:numId="2" w16cid:durableId="479080314">
    <w:abstractNumId w:val="11"/>
  </w:num>
  <w:num w:numId="3" w16cid:durableId="391780010">
    <w:abstractNumId w:val="1"/>
  </w:num>
  <w:num w:numId="4" w16cid:durableId="504397079">
    <w:abstractNumId w:val="26"/>
  </w:num>
  <w:num w:numId="5" w16cid:durableId="897858408">
    <w:abstractNumId w:val="22"/>
  </w:num>
  <w:num w:numId="6" w16cid:durableId="1019627426">
    <w:abstractNumId w:val="0"/>
  </w:num>
  <w:num w:numId="7" w16cid:durableId="1699045853">
    <w:abstractNumId w:val="21"/>
  </w:num>
  <w:num w:numId="8" w16cid:durableId="836849804">
    <w:abstractNumId w:val="12"/>
  </w:num>
  <w:num w:numId="9" w16cid:durableId="1084884511">
    <w:abstractNumId w:val="10"/>
  </w:num>
  <w:num w:numId="10" w16cid:durableId="2125687343">
    <w:abstractNumId w:val="2"/>
  </w:num>
  <w:num w:numId="11" w16cid:durableId="1801412570">
    <w:abstractNumId w:val="7"/>
  </w:num>
  <w:num w:numId="12" w16cid:durableId="43991349">
    <w:abstractNumId w:val="17"/>
  </w:num>
  <w:num w:numId="13" w16cid:durableId="1076588027">
    <w:abstractNumId w:val="34"/>
  </w:num>
  <w:num w:numId="14" w16cid:durableId="2137332039">
    <w:abstractNumId w:val="16"/>
  </w:num>
  <w:num w:numId="15" w16cid:durableId="2119789556">
    <w:abstractNumId w:val="6"/>
  </w:num>
  <w:num w:numId="16" w16cid:durableId="946816195">
    <w:abstractNumId w:val="27"/>
  </w:num>
  <w:num w:numId="17" w16cid:durableId="824785725">
    <w:abstractNumId w:val="25"/>
  </w:num>
  <w:num w:numId="18" w16cid:durableId="1106389546">
    <w:abstractNumId w:val="3"/>
  </w:num>
  <w:num w:numId="19" w16cid:durableId="1114444929">
    <w:abstractNumId w:val="14"/>
  </w:num>
  <w:num w:numId="20" w16cid:durableId="1096244539">
    <w:abstractNumId w:val="8"/>
  </w:num>
  <w:num w:numId="21" w16cid:durableId="1964075583">
    <w:abstractNumId w:val="24"/>
  </w:num>
  <w:num w:numId="22" w16cid:durableId="794064631">
    <w:abstractNumId w:val="23"/>
  </w:num>
  <w:num w:numId="23" w16cid:durableId="774445908">
    <w:abstractNumId w:val="28"/>
  </w:num>
  <w:num w:numId="24" w16cid:durableId="733088033">
    <w:abstractNumId w:val="19"/>
  </w:num>
  <w:num w:numId="25" w16cid:durableId="2003895507">
    <w:abstractNumId w:val="4"/>
  </w:num>
  <w:num w:numId="26" w16cid:durableId="1227373071">
    <w:abstractNumId w:val="33"/>
  </w:num>
  <w:num w:numId="27" w16cid:durableId="3688435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0365801">
    <w:abstractNumId w:val="35"/>
  </w:num>
  <w:num w:numId="29" w16cid:durableId="112984180">
    <w:abstractNumId w:val="9"/>
  </w:num>
  <w:num w:numId="30" w16cid:durableId="378013598">
    <w:abstractNumId w:val="13"/>
  </w:num>
  <w:num w:numId="31" w16cid:durableId="1714771498">
    <w:abstractNumId w:val="30"/>
  </w:num>
  <w:num w:numId="32" w16cid:durableId="1093546941">
    <w:abstractNumId w:val="15"/>
  </w:num>
  <w:num w:numId="33" w16cid:durableId="211381656">
    <w:abstractNumId w:val="29"/>
  </w:num>
  <w:num w:numId="34" w16cid:durableId="804390766">
    <w:abstractNumId w:val="32"/>
  </w:num>
  <w:num w:numId="35" w16cid:durableId="1198200976">
    <w:abstractNumId w:val="18"/>
  </w:num>
  <w:num w:numId="36" w16cid:durableId="58523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197C"/>
    <w:rsid w:val="00013519"/>
    <w:rsid w:val="000210AA"/>
    <w:rsid w:val="00021429"/>
    <w:rsid w:val="00043BFC"/>
    <w:rsid w:val="00056D20"/>
    <w:rsid w:val="000625BF"/>
    <w:rsid w:val="00083550"/>
    <w:rsid w:val="00095655"/>
    <w:rsid w:val="000A48ED"/>
    <w:rsid w:val="000A49C0"/>
    <w:rsid w:val="000A79D0"/>
    <w:rsid w:val="000B77A6"/>
    <w:rsid w:val="000D2519"/>
    <w:rsid w:val="000F1866"/>
    <w:rsid w:val="000F5346"/>
    <w:rsid w:val="0012325D"/>
    <w:rsid w:val="00126F2F"/>
    <w:rsid w:val="00127ABC"/>
    <w:rsid w:val="00132B08"/>
    <w:rsid w:val="00136611"/>
    <w:rsid w:val="00156796"/>
    <w:rsid w:val="00164F33"/>
    <w:rsid w:val="00176B4E"/>
    <w:rsid w:val="001813E0"/>
    <w:rsid w:val="00194A31"/>
    <w:rsid w:val="00195094"/>
    <w:rsid w:val="001B01ED"/>
    <w:rsid w:val="001B5887"/>
    <w:rsid w:val="001D58DD"/>
    <w:rsid w:val="001D7F30"/>
    <w:rsid w:val="001E692C"/>
    <w:rsid w:val="001F7592"/>
    <w:rsid w:val="00202F12"/>
    <w:rsid w:val="00203886"/>
    <w:rsid w:val="00216D47"/>
    <w:rsid w:val="00232D51"/>
    <w:rsid w:val="00235D0D"/>
    <w:rsid w:val="00265963"/>
    <w:rsid w:val="00272C7F"/>
    <w:rsid w:val="00273391"/>
    <w:rsid w:val="00274799"/>
    <w:rsid w:val="00292257"/>
    <w:rsid w:val="0029592B"/>
    <w:rsid w:val="002A2AFD"/>
    <w:rsid w:val="002C0AAA"/>
    <w:rsid w:val="002D1DB2"/>
    <w:rsid w:val="002E0F96"/>
    <w:rsid w:val="002E58E1"/>
    <w:rsid w:val="002E605B"/>
    <w:rsid w:val="002F6C82"/>
    <w:rsid w:val="003065E3"/>
    <w:rsid w:val="003067BC"/>
    <w:rsid w:val="003125CA"/>
    <w:rsid w:val="00336787"/>
    <w:rsid w:val="00364927"/>
    <w:rsid w:val="00396B9F"/>
    <w:rsid w:val="00396EF7"/>
    <w:rsid w:val="003A3224"/>
    <w:rsid w:val="003B40A7"/>
    <w:rsid w:val="003B48B1"/>
    <w:rsid w:val="003C68EF"/>
    <w:rsid w:val="003C792E"/>
    <w:rsid w:val="003F1D07"/>
    <w:rsid w:val="00431B0E"/>
    <w:rsid w:val="00435F45"/>
    <w:rsid w:val="00443391"/>
    <w:rsid w:val="00444DA0"/>
    <w:rsid w:val="00466AE6"/>
    <w:rsid w:val="00480864"/>
    <w:rsid w:val="00483FE9"/>
    <w:rsid w:val="0048706A"/>
    <w:rsid w:val="00487088"/>
    <w:rsid w:val="00492923"/>
    <w:rsid w:val="00497591"/>
    <w:rsid w:val="004A4958"/>
    <w:rsid w:val="004B74A6"/>
    <w:rsid w:val="004C4349"/>
    <w:rsid w:val="004C796A"/>
    <w:rsid w:val="004D6394"/>
    <w:rsid w:val="004E6E81"/>
    <w:rsid w:val="004F22A4"/>
    <w:rsid w:val="005045C3"/>
    <w:rsid w:val="00507EFD"/>
    <w:rsid w:val="005140ED"/>
    <w:rsid w:val="00527FB8"/>
    <w:rsid w:val="00552B06"/>
    <w:rsid w:val="00556B61"/>
    <w:rsid w:val="00557DD3"/>
    <w:rsid w:val="005674CB"/>
    <w:rsid w:val="00570C78"/>
    <w:rsid w:val="00584586"/>
    <w:rsid w:val="00592BFF"/>
    <w:rsid w:val="00595476"/>
    <w:rsid w:val="005A1C80"/>
    <w:rsid w:val="005B0D69"/>
    <w:rsid w:val="005C1DB6"/>
    <w:rsid w:val="005D0A94"/>
    <w:rsid w:val="005D4AE1"/>
    <w:rsid w:val="005E36EB"/>
    <w:rsid w:val="005E7E5F"/>
    <w:rsid w:val="005F2E33"/>
    <w:rsid w:val="005F5357"/>
    <w:rsid w:val="00611B94"/>
    <w:rsid w:val="006154BE"/>
    <w:rsid w:val="006247C4"/>
    <w:rsid w:val="00626315"/>
    <w:rsid w:val="00640E5A"/>
    <w:rsid w:val="006637FD"/>
    <w:rsid w:val="00697435"/>
    <w:rsid w:val="006A1DF6"/>
    <w:rsid w:val="006A6B05"/>
    <w:rsid w:val="006A7193"/>
    <w:rsid w:val="006B0AA9"/>
    <w:rsid w:val="006B29EE"/>
    <w:rsid w:val="006B6583"/>
    <w:rsid w:val="006C77A1"/>
    <w:rsid w:val="006C7A5D"/>
    <w:rsid w:val="006D4BF0"/>
    <w:rsid w:val="006D693F"/>
    <w:rsid w:val="006E5A92"/>
    <w:rsid w:val="00702084"/>
    <w:rsid w:val="007058B0"/>
    <w:rsid w:val="0071590B"/>
    <w:rsid w:val="00720A0F"/>
    <w:rsid w:val="00724712"/>
    <w:rsid w:val="00727DA7"/>
    <w:rsid w:val="007313F4"/>
    <w:rsid w:val="007322B5"/>
    <w:rsid w:val="0073446B"/>
    <w:rsid w:val="00742027"/>
    <w:rsid w:val="00743DB7"/>
    <w:rsid w:val="0075400D"/>
    <w:rsid w:val="00777B39"/>
    <w:rsid w:val="0078256C"/>
    <w:rsid w:val="00784F04"/>
    <w:rsid w:val="007879AA"/>
    <w:rsid w:val="007961B8"/>
    <w:rsid w:val="00796658"/>
    <w:rsid w:val="007A6435"/>
    <w:rsid w:val="007B1AAB"/>
    <w:rsid w:val="007B1DD3"/>
    <w:rsid w:val="007D0596"/>
    <w:rsid w:val="007D13F8"/>
    <w:rsid w:val="007F1DC5"/>
    <w:rsid w:val="008002DD"/>
    <w:rsid w:val="008113E2"/>
    <w:rsid w:val="00813F75"/>
    <w:rsid w:val="0081503D"/>
    <w:rsid w:val="0082255F"/>
    <w:rsid w:val="00823531"/>
    <w:rsid w:val="00840E93"/>
    <w:rsid w:val="00860E0E"/>
    <w:rsid w:val="00863805"/>
    <w:rsid w:val="00866813"/>
    <w:rsid w:val="0086739F"/>
    <w:rsid w:val="00870BA3"/>
    <w:rsid w:val="00880CFF"/>
    <w:rsid w:val="00885DF0"/>
    <w:rsid w:val="00887941"/>
    <w:rsid w:val="008924D6"/>
    <w:rsid w:val="008C3307"/>
    <w:rsid w:val="008C5023"/>
    <w:rsid w:val="008D3FEB"/>
    <w:rsid w:val="008E22A1"/>
    <w:rsid w:val="008E73D3"/>
    <w:rsid w:val="008F59F3"/>
    <w:rsid w:val="00903493"/>
    <w:rsid w:val="00903CAC"/>
    <w:rsid w:val="00914F46"/>
    <w:rsid w:val="00921205"/>
    <w:rsid w:val="00926005"/>
    <w:rsid w:val="00943B14"/>
    <w:rsid w:val="00952A38"/>
    <w:rsid w:val="0095526C"/>
    <w:rsid w:val="0096211E"/>
    <w:rsid w:val="009727A9"/>
    <w:rsid w:val="00976224"/>
    <w:rsid w:val="0098737E"/>
    <w:rsid w:val="009940B2"/>
    <w:rsid w:val="009A07A9"/>
    <w:rsid w:val="009B4DF3"/>
    <w:rsid w:val="009B6611"/>
    <w:rsid w:val="009C6FE9"/>
    <w:rsid w:val="009D39F9"/>
    <w:rsid w:val="009D6E2A"/>
    <w:rsid w:val="009D7E37"/>
    <w:rsid w:val="009F1989"/>
    <w:rsid w:val="00A010D8"/>
    <w:rsid w:val="00A02500"/>
    <w:rsid w:val="00A1505D"/>
    <w:rsid w:val="00A34DFF"/>
    <w:rsid w:val="00A52F9C"/>
    <w:rsid w:val="00A53559"/>
    <w:rsid w:val="00A552EB"/>
    <w:rsid w:val="00A734E5"/>
    <w:rsid w:val="00A73982"/>
    <w:rsid w:val="00A819ED"/>
    <w:rsid w:val="00A90378"/>
    <w:rsid w:val="00A90969"/>
    <w:rsid w:val="00A91164"/>
    <w:rsid w:val="00A9319E"/>
    <w:rsid w:val="00AB072A"/>
    <w:rsid w:val="00AB3E43"/>
    <w:rsid w:val="00AB5F9D"/>
    <w:rsid w:val="00AB762D"/>
    <w:rsid w:val="00AE546B"/>
    <w:rsid w:val="00AE5C48"/>
    <w:rsid w:val="00AF6D03"/>
    <w:rsid w:val="00B15216"/>
    <w:rsid w:val="00B3154B"/>
    <w:rsid w:val="00B3261E"/>
    <w:rsid w:val="00B37015"/>
    <w:rsid w:val="00B37316"/>
    <w:rsid w:val="00B42523"/>
    <w:rsid w:val="00B42A0F"/>
    <w:rsid w:val="00B655A1"/>
    <w:rsid w:val="00B751D6"/>
    <w:rsid w:val="00B82647"/>
    <w:rsid w:val="00B84C68"/>
    <w:rsid w:val="00B95894"/>
    <w:rsid w:val="00BA6FBB"/>
    <w:rsid w:val="00BC4870"/>
    <w:rsid w:val="00BC554E"/>
    <w:rsid w:val="00BC76FF"/>
    <w:rsid w:val="00BD3896"/>
    <w:rsid w:val="00BD4765"/>
    <w:rsid w:val="00BE44CF"/>
    <w:rsid w:val="00BE527A"/>
    <w:rsid w:val="00BF69CF"/>
    <w:rsid w:val="00C10ED1"/>
    <w:rsid w:val="00C20479"/>
    <w:rsid w:val="00C20630"/>
    <w:rsid w:val="00C3394A"/>
    <w:rsid w:val="00C35984"/>
    <w:rsid w:val="00C57457"/>
    <w:rsid w:val="00C63141"/>
    <w:rsid w:val="00C9259F"/>
    <w:rsid w:val="00C97206"/>
    <w:rsid w:val="00CA4AC0"/>
    <w:rsid w:val="00CA5A5A"/>
    <w:rsid w:val="00CC0422"/>
    <w:rsid w:val="00CC0F1F"/>
    <w:rsid w:val="00CC0F9B"/>
    <w:rsid w:val="00CD1B69"/>
    <w:rsid w:val="00CE2D47"/>
    <w:rsid w:val="00CE4E35"/>
    <w:rsid w:val="00D0054D"/>
    <w:rsid w:val="00D11E4E"/>
    <w:rsid w:val="00D124E7"/>
    <w:rsid w:val="00D14A2B"/>
    <w:rsid w:val="00D21328"/>
    <w:rsid w:val="00D24BA9"/>
    <w:rsid w:val="00D32019"/>
    <w:rsid w:val="00D36D7C"/>
    <w:rsid w:val="00D52EBA"/>
    <w:rsid w:val="00D679EC"/>
    <w:rsid w:val="00D80F85"/>
    <w:rsid w:val="00D9496A"/>
    <w:rsid w:val="00D95DF0"/>
    <w:rsid w:val="00DC089F"/>
    <w:rsid w:val="00DF13D1"/>
    <w:rsid w:val="00DF5380"/>
    <w:rsid w:val="00DF62DA"/>
    <w:rsid w:val="00E00C92"/>
    <w:rsid w:val="00E05B4D"/>
    <w:rsid w:val="00E22D6F"/>
    <w:rsid w:val="00E24585"/>
    <w:rsid w:val="00E2791D"/>
    <w:rsid w:val="00E30BB0"/>
    <w:rsid w:val="00E35648"/>
    <w:rsid w:val="00E3650C"/>
    <w:rsid w:val="00E41281"/>
    <w:rsid w:val="00E43A33"/>
    <w:rsid w:val="00E43F45"/>
    <w:rsid w:val="00E44EC5"/>
    <w:rsid w:val="00E45349"/>
    <w:rsid w:val="00E77843"/>
    <w:rsid w:val="00E77B06"/>
    <w:rsid w:val="00E8579E"/>
    <w:rsid w:val="00E86197"/>
    <w:rsid w:val="00EA30D9"/>
    <w:rsid w:val="00EB1077"/>
    <w:rsid w:val="00EC0413"/>
    <w:rsid w:val="00EF4A10"/>
    <w:rsid w:val="00F060ED"/>
    <w:rsid w:val="00F06398"/>
    <w:rsid w:val="00F1274A"/>
    <w:rsid w:val="00F20A73"/>
    <w:rsid w:val="00F30FB6"/>
    <w:rsid w:val="00F42656"/>
    <w:rsid w:val="00F47482"/>
    <w:rsid w:val="00F55AD9"/>
    <w:rsid w:val="00F71F08"/>
    <w:rsid w:val="00F94C3C"/>
    <w:rsid w:val="00F9690C"/>
    <w:rsid w:val="00FA3535"/>
    <w:rsid w:val="00FB06DB"/>
    <w:rsid w:val="00FB5281"/>
    <w:rsid w:val="00FC3685"/>
    <w:rsid w:val="00FC7265"/>
    <w:rsid w:val="00FD4F2D"/>
    <w:rsid w:val="00FE0954"/>
    <w:rsid w:val="00FE5A60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C5DDF"/>
  <w15:docId w15:val="{4229B011-5DC5-49D2-8C0C-52242167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1B01ED"/>
    <w:pPr>
      <w:keepNext/>
      <w:suppressAutoHyphens/>
      <w:spacing w:after="280"/>
      <w:jc w:val="center"/>
      <w:outlineLvl w:val="1"/>
    </w:pPr>
    <w:rPr>
      <w:b/>
      <w:color w:val="auto"/>
      <w:lang w:eastAsia="ar-SA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qFormat/>
    <w:rsid w:val="008F59F3"/>
    <w:pPr>
      <w:ind w:left="720"/>
      <w:contextualSpacing/>
    </w:pPr>
  </w:style>
  <w:style w:type="character" w:styleId="Komentaronuoroda">
    <w:name w:val="annotation reference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link w:val="Komentarotema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table" w:styleId="Lentelstinklelis">
    <w:name w:val="Table Grid"/>
    <w:basedOn w:val="prastojilentel"/>
    <w:rsid w:val="00727DA7"/>
    <w:rPr>
      <w:rFonts w:ascii="Times New Roman" w:eastAsia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1B01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1B01ED"/>
  </w:style>
  <w:style w:type="character" w:customStyle="1" w:styleId="apple-converted-space">
    <w:name w:val="apple-converted-space"/>
    <w:basedOn w:val="Numatytasispastraiposriftas"/>
    <w:rsid w:val="001B01ED"/>
  </w:style>
  <w:style w:type="paragraph" w:customStyle="1" w:styleId="basicparagraph">
    <w:name w:val="basicparagraph"/>
    <w:basedOn w:val="prastasis"/>
    <w:rsid w:val="001B01ED"/>
    <w:pPr>
      <w:spacing w:before="100" w:after="100"/>
    </w:pPr>
    <w:rPr>
      <w:color w:val="auto"/>
      <w:lang w:eastAsia="ar-SA"/>
    </w:rPr>
  </w:style>
  <w:style w:type="paragraph" w:customStyle="1" w:styleId="noparagraphstyle">
    <w:name w:val="noparagraphstyle"/>
    <w:basedOn w:val="prastasis"/>
    <w:rsid w:val="001B01ED"/>
    <w:pPr>
      <w:spacing w:before="100" w:after="100"/>
    </w:pPr>
    <w:rPr>
      <w:color w:val="auto"/>
      <w:lang w:eastAsia="ar-SA"/>
    </w:rPr>
  </w:style>
  <w:style w:type="numbering" w:customStyle="1" w:styleId="Sraonra1">
    <w:name w:val="Sąrašo nėra1"/>
    <w:next w:val="Sraonra"/>
    <w:uiPriority w:val="99"/>
    <w:semiHidden/>
    <w:unhideWhenUsed/>
    <w:rsid w:val="001B01ED"/>
  </w:style>
  <w:style w:type="character" w:styleId="Vietosrezervavimoenklotekstas">
    <w:name w:val="Placeholder Text"/>
    <w:rsid w:val="001B01ED"/>
    <w:rPr>
      <w:color w:val="808080"/>
    </w:rPr>
  </w:style>
  <w:style w:type="paragraph" w:styleId="Puslapioinaostekstas">
    <w:name w:val="footnote text"/>
    <w:basedOn w:val="prastasis"/>
    <w:link w:val="PuslapioinaostekstasDiagrama"/>
    <w:unhideWhenUsed/>
    <w:rsid w:val="001B01ED"/>
    <w:rPr>
      <w:color w:val="auto"/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1B01ED"/>
    <w:rPr>
      <w:rFonts w:ascii="Times New Roman" w:eastAsia="Times New Roman" w:hAnsi="Times New Roman" w:cs="Times New Roman"/>
      <w:lang w:eastAsia="en-US"/>
    </w:rPr>
  </w:style>
  <w:style w:type="character" w:styleId="Puslapioinaosnuoroda">
    <w:name w:val="footnote reference"/>
    <w:semiHidden/>
    <w:unhideWhenUsed/>
    <w:rsid w:val="001B01ED"/>
    <w:rPr>
      <w:vertAlign w:val="superscript"/>
    </w:rPr>
  </w:style>
  <w:style w:type="character" w:customStyle="1" w:styleId="Hipersaitas1">
    <w:name w:val="Hipersaitas1"/>
    <w:unhideWhenUsed/>
    <w:rsid w:val="001B01ED"/>
    <w:rPr>
      <w:color w:val="0000FF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1B01ED"/>
    <w:rPr>
      <w:color w:val="605E5C"/>
      <w:shd w:val="clear" w:color="auto" w:fill="E1DFDD"/>
    </w:rPr>
  </w:style>
  <w:style w:type="character" w:customStyle="1" w:styleId="Neapdorotaspaminjimas2">
    <w:name w:val="Neapdorotas paminėjimas2"/>
    <w:uiPriority w:val="99"/>
    <w:semiHidden/>
    <w:unhideWhenUsed/>
    <w:rsid w:val="001B01ED"/>
    <w:rPr>
      <w:color w:val="605E5C"/>
      <w:shd w:val="clear" w:color="auto" w:fill="E1DFDD"/>
    </w:rPr>
  </w:style>
  <w:style w:type="character" w:styleId="Hipersaitas">
    <w:name w:val="Hyperlink"/>
    <w:unhideWhenUsed/>
    <w:rsid w:val="001B01ED"/>
    <w:rPr>
      <w:color w:val="0000FF"/>
      <w:u w:val="single"/>
    </w:rPr>
  </w:style>
  <w:style w:type="character" w:styleId="Neapdorotaspaminjimas">
    <w:name w:val="Unresolved Mention"/>
    <w:uiPriority w:val="99"/>
    <w:semiHidden/>
    <w:unhideWhenUsed/>
    <w:rsid w:val="00BF6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isineinformacija.lt/skuodas/document/170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25a4bc7e84334711b990ff46575c38a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25a4bc7e84334711b990ff46575c38ac</Template>
  <TotalTime>4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2023 METŲ VASARIO 23 D. SPRENDIMO NR. T9-15 "DĖL SKUODO RAJONO SAVIVALDYBĖS VERSLUMO INICIATYVŲ SKATINIMO PROGRAMOS VERSLO ĮMONIŲ IR SAVARANKIŠKAI DIRBANČIŲ ASMENŲ IŠLAIDŲ DALINIAM KOMPENSAVIMUI 2023 METAMS SKIRTŲ LĖ</vt:lpstr>
      <vt:lpstr>DĖL SKUODO RAJONO SAVIVALDYBĖS TARYBOS 2023 METŲ VASARIO 23 D. SPRENDIMO NR. T9-15 "DĖL SKUODO RAJONO SAVIVALDYBĖS VERSLUMO INICIATYVŲ SKATINIMO PROGRAMOS VERSLO ĮMONIŲ IR SAVARANKIŠKAI DIRBANČIŲ ASMENŲ IŠLAIDŲ DALINIAM KOMPENSAVIMUI 2023 METAMS SKIRTŲ LĖ</vt:lpstr>
    </vt:vector>
  </TitlesOfParts>
  <Manager>2023-06-30</Manager>
  <Company/>
  <LinksUpToDate>false</LinksUpToDate>
  <CharactersWithSpaces>1139</CharactersWithSpaces>
  <SharedDoc>false</SharedDoc>
  <HLinks>
    <vt:vector size="6" baseType="variant">
      <vt:variant>
        <vt:i4>4784213</vt:i4>
      </vt:variant>
      <vt:variant>
        <vt:i4>0</vt:i4>
      </vt:variant>
      <vt:variant>
        <vt:i4>0</vt:i4>
      </vt:variant>
      <vt:variant>
        <vt:i4>5</vt:i4>
      </vt:variant>
      <vt:variant>
        <vt:lpwstr>https://teisineinformacija.lt/skuodas/document/17067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2023 METŲ VASARIO 23 D. SPRENDIMO NR. T9-15 "DĖL SKUODO RAJONO SAVIVALDYBĖS VERSLUMO INICIATYVŲ SKATINIMO PROGRAMOS VERSLO ĮMONIŲ IR SAVARANKIŠKAI DIRBANČIŲ ASMENŲ IŠLAIDŲ DALINIAM KOMPENSAVIMUI 2023 METAMS SKIRTŲ LĖŠŲ ADMINISTRAVIMO TVARKOS APRAŠO PATVIRTINIMO" PAKEITIMO</dc:title>
  <dc:subject>T9-127</dc:subject>
  <dc:creator>SKUODO RAJONO SAVIVALDYBĖS TARYBA</dc:creator>
  <cp:keywords/>
  <cp:lastModifiedBy>Sadauskienė, Dalia</cp:lastModifiedBy>
  <cp:revision>3</cp:revision>
  <cp:lastPrinted>2025-03-10T12:38:00Z</cp:lastPrinted>
  <dcterms:created xsi:type="dcterms:W3CDTF">2025-03-18T06:26:00Z</dcterms:created>
  <dcterms:modified xsi:type="dcterms:W3CDTF">2025-03-18T06:29:00Z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